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DBB06" w14:textId="6965988B" w:rsidR="00525F49" w:rsidRDefault="00997F14" w:rsidP="00525F49">
      <w:pPr>
        <w:spacing w:line="240" w:lineRule="auto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14:paraId="31B37D40" w14:textId="2DE5FB2C" w:rsidR="00525F49" w:rsidRDefault="00525F49" w:rsidP="00525F4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nr 1.5 do Zarządzenia Rektora UR nr 12/2019</w:t>
      </w:r>
    </w:p>
    <w:p w14:paraId="4DD8CF26" w14:textId="77777777" w:rsidR="00525F49" w:rsidRDefault="00525F49" w:rsidP="00525F4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18FC8E9" w14:textId="3BB61254" w:rsidR="00525F49" w:rsidRDefault="00525F49" w:rsidP="00525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213CC">
        <w:rPr>
          <w:rFonts w:ascii="Corbel" w:hAnsi="Corbel"/>
          <w:i/>
          <w:smallCaps/>
          <w:sz w:val="24"/>
          <w:szCs w:val="24"/>
        </w:rPr>
        <w:t>2021</w:t>
      </w:r>
      <w:r w:rsidR="00B32736">
        <w:rPr>
          <w:rFonts w:ascii="Corbel" w:hAnsi="Corbel"/>
          <w:i/>
          <w:smallCaps/>
          <w:sz w:val="24"/>
          <w:szCs w:val="24"/>
        </w:rPr>
        <w:t>-2024</w:t>
      </w:r>
    </w:p>
    <w:p w14:paraId="541B5FE5" w14:textId="793BFE1B" w:rsidR="00525F49" w:rsidRDefault="00525F49" w:rsidP="00525F49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061D43">
        <w:rPr>
          <w:rFonts w:ascii="Corbel" w:hAnsi="Corbel"/>
          <w:i/>
          <w:sz w:val="24"/>
          <w:szCs w:val="24"/>
        </w:rPr>
        <w:t xml:space="preserve">              </w:t>
      </w:r>
      <w:r>
        <w:rPr>
          <w:rFonts w:ascii="Corbel" w:hAnsi="Corbel"/>
          <w:i/>
          <w:sz w:val="24"/>
          <w:szCs w:val="24"/>
        </w:rPr>
        <w:t xml:space="preserve">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367A399E" w14:textId="7C1D1128" w:rsidR="00525F49" w:rsidRPr="00FD73D8" w:rsidRDefault="00B32736" w:rsidP="00FD73D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14:paraId="696E647D" w14:textId="77777777" w:rsidR="00525F49" w:rsidRPr="009C54AE" w:rsidRDefault="00525F4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3043A6" w14:textId="17302AC8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B3DD52" w14:textId="77777777" w:rsidTr="00B819C8">
        <w:tc>
          <w:tcPr>
            <w:tcW w:w="2694" w:type="dxa"/>
            <w:vAlign w:val="center"/>
          </w:tcPr>
          <w:p w14:paraId="009FF786" w14:textId="4156E1DF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E77659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polityczny</w:t>
            </w:r>
          </w:p>
        </w:tc>
      </w:tr>
      <w:tr w:rsidR="0085747A" w:rsidRPr="009C54AE" w14:paraId="70E41C82" w14:textId="77777777" w:rsidTr="00B819C8">
        <w:tc>
          <w:tcPr>
            <w:tcW w:w="2694" w:type="dxa"/>
            <w:vAlign w:val="center"/>
          </w:tcPr>
          <w:p w14:paraId="5C3E5F7A" w14:textId="20EC3DCA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205C23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E1B4DB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MK_13</w:t>
            </w:r>
          </w:p>
        </w:tc>
      </w:tr>
      <w:tr w:rsidR="0085747A" w:rsidRPr="009C54AE" w14:paraId="70E8EC05" w14:textId="77777777" w:rsidTr="00B819C8">
        <w:tc>
          <w:tcPr>
            <w:tcW w:w="2694" w:type="dxa"/>
            <w:vAlign w:val="center"/>
          </w:tcPr>
          <w:p w14:paraId="7A269717" w14:textId="25CB2F50" w:rsidR="0085747A" w:rsidRPr="009C54AE" w:rsidRDefault="00FD73D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357F54E7" w14:textId="0715F758" w:rsidR="0085747A" w:rsidRPr="009C54AE" w:rsidRDefault="000F27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5EBCE" w14:textId="77777777" w:rsidTr="00B819C8">
        <w:tc>
          <w:tcPr>
            <w:tcW w:w="2694" w:type="dxa"/>
            <w:vAlign w:val="center"/>
          </w:tcPr>
          <w:p w14:paraId="32B36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89B9528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Polityce</w:t>
            </w:r>
          </w:p>
        </w:tc>
      </w:tr>
      <w:tr w:rsidR="0085747A" w:rsidRPr="009C54AE" w14:paraId="6BE87DA0" w14:textId="77777777" w:rsidTr="00B819C8">
        <w:tc>
          <w:tcPr>
            <w:tcW w:w="2694" w:type="dxa"/>
            <w:vAlign w:val="center"/>
          </w:tcPr>
          <w:p w14:paraId="25243A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E89D53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Politologia</w:t>
            </w:r>
          </w:p>
        </w:tc>
      </w:tr>
      <w:tr w:rsidR="0085747A" w:rsidRPr="009C54AE" w14:paraId="16886DCF" w14:textId="77777777" w:rsidTr="00B819C8">
        <w:tc>
          <w:tcPr>
            <w:tcW w:w="2694" w:type="dxa"/>
            <w:vAlign w:val="center"/>
          </w:tcPr>
          <w:p w14:paraId="512842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1086982B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16A7724F" w14:textId="77777777" w:rsidTr="00B819C8">
        <w:tc>
          <w:tcPr>
            <w:tcW w:w="2694" w:type="dxa"/>
            <w:vAlign w:val="center"/>
          </w:tcPr>
          <w:p w14:paraId="0AE95C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9E581F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BD8D222" w14:textId="77777777" w:rsidTr="00B819C8">
        <w:tc>
          <w:tcPr>
            <w:tcW w:w="2694" w:type="dxa"/>
            <w:vAlign w:val="center"/>
          </w:tcPr>
          <w:p w14:paraId="30D8FA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0AC94A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644BFE6" w14:textId="77777777" w:rsidTr="00B819C8">
        <w:tc>
          <w:tcPr>
            <w:tcW w:w="2694" w:type="dxa"/>
            <w:vAlign w:val="center"/>
          </w:tcPr>
          <w:p w14:paraId="380229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5F79610" w14:textId="77777777" w:rsidR="0085747A" w:rsidRPr="009C54AE" w:rsidRDefault="006D24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85747A" w:rsidRPr="009C54AE" w14:paraId="7145CDF1" w14:textId="77777777" w:rsidTr="00B819C8">
        <w:tc>
          <w:tcPr>
            <w:tcW w:w="2694" w:type="dxa"/>
            <w:vAlign w:val="center"/>
          </w:tcPr>
          <w:p w14:paraId="5682BD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AB28B6" w14:textId="77777777" w:rsidR="0085747A" w:rsidRPr="009C54AE" w:rsidRDefault="00282F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76275D7" w14:textId="77777777" w:rsidTr="00B819C8">
        <w:tc>
          <w:tcPr>
            <w:tcW w:w="2694" w:type="dxa"/>
            <w:vAlign w:val="center"/>
          </w:tcPr>
          <w:p w14:paraId="1DFA924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C9C39F" w14:textId="7B69DF08" w:rsidR="00923D7D" w:rsidRPr="009C54AE" w:rsidRDefault="00A336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F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E66AAA" w14:textId="77777777" w:rsidTr="00B819C8">
        <w:tc>
          <w:tcPr>
            <w:tcW w:w="2694" w:type="dxa"/>
            <w:vAlign w:val="center"/>
          </w:tcPr>
          <w:p w14:paraId="274F93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CADF54" w14:textId="214D8C0A" w:rsidR="0085747A" w:rsidRPr="009C54AE" w:rsidRDefault="00ED78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2397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6D24F1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F2397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15393CDC" w14:textId="77777777" w:rsidTr="00B819C8">
        <w:tc>
          <w:tcPr>
            <w:tcW w:w="2694" w:type="dxa"/>
            <w:vAlign w:val="center"/>
          </w:tcPr>
          <w:p w14:paraId="4196CA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EC5301" w14:textId="47E07E60" w:rsidR="0085747A" w:rsidRPr="009C54AE" w:rsidRDefault="00ED78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6D24F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2397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="006D24F1">
              <w:rPr>
                <w:rFonts w:ascii="Corbel" w:hAnsi="Corbel"/>
                <w:b w:val="0"/>
                <w:sz w:val="24"/>
                <w:szCs w:val="24"/>
              </w:rPr>
              <w:t>Paweł Kuca</w:t>
            </w:r>
            <w:r w:rsidR="00F2397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FE0823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na </w:t>
      </w:r>
      <w:r w:rsidR="003E1941" w:rsidRPr="009C54AE">
        <w:rPr>
          <w:rFonts w:ascii="Corbel" w:hAnsi="Corbel"/>
          <w:b w:val="0"/>
          <w:i/>
          <w:sz w:val="24"/>
          <w:szCs w:val="24"/>
        </w:rPr>
        <w:t>Wydziale</w:t>
      </w:r>
    </w:p>
    <w:p w14:paraId="72EF431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FEE2A3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D65D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FA458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D7F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F972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F7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F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7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6F6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BD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EA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04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D2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56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9C54AE" w14:paraId="017BAE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CCF9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4061" w14:textId="5D924236" w:rsidR="00015B8F" w:rsidRPr="009C54AE" w:rsidRDefault="00EC31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D24F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8D7F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2D2F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3B11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099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433C1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5978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08B8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3031" w14:textId="77777777" w:rsidR="00015B8F" w:rsidRPr="009C54AE" w:rsidRDefault="006D24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0D7CC8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CE084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820315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612BCD6" w14:textId="77777777" w:rsidR="0085747A" w:rsidRPr="009C54AE" w:rsidRDefault="009763B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7E347D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547E4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1EF423" w14:textId="23C0E52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383B92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888B583" w14:textId="77777777" w:rsidR="009763B3" w:rsidRPr="009C54AE" w:rsidRDefault="009763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  <w:t>Egzamin</w:t>
      </w:r>
    </w:p>
    <w:p w14:paraId="6FA83169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27C8C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2C6764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872BD1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A8A5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9D493C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386980" w14:textId="77777777" w:rsidTr="00745302">
        <w:tc>
          <w:tcPr>
            <w:tcW w:w="9670" w:type="dxa"/>
          </w:tcPr>
          <w:p w14:paraId="6BD0617A" w14:textId="275B723D" w:rsidR="0085747A" w:rsidRPr="009C54AE" w:rsidRDefault="00E8719E" w:rsidP="004400B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o procesach komunikowania w społeczeństwie, wsparta zainteresowaniem przekazami medialnymi oraz wykorzystaniem mediów przez aktorów politycznych. </w:t>
            </w:r>
          </w:p>
        </w:tc>
      </w:tr>
    </w:tbl>
    <w:p w14:paraId="733427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77DD9" w14:textId="49482703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A1FE6">
        <w:rPr>
          <w:rFonts w:ascii="Corbel" w:hAnsi="Corbel"/>
          <w:szCs w:val="24"/>
        </w:rPr>
        <w:t xml:space="preserve"> cele, efekty 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5D3C5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43E74B" w14:textId="3892AD0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00D129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E2D8C" w:rsidRPr="009C54AE" w14:paraId="55C662A3" w14:textId="77777777" w:rsidTr="003E2D8C">
        <w:tc>
          <w:tcPr>
            <w:tcW w:w="851" w:type="dxa"/>
            <w:vAlign w:val="center"/>
          </w:tcPr>
          <w:p w14:paraId="508E3B36" w14:textId="77777777" w:rsidR="003E2D8C" w:rsidRPr="009C54AE" w:rsidRDefault="003E2D8C" w:rsidP="003E2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B826E17" w14:textId="77777777" w:rsidR="003E2D8C" w:rsidRPr="003E2D8C" w:rsidRDefault="003E2D8C" w:rsidP="003E2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2D8C">
              <w:rPr>
                <w:rFonts w:ascii="Corbel" w:hAnsi="Corbel"/>
                <w:b w:val="0"/>
                <w:sz w:val="24"/>
                <w:szCs w:val="24"/>
              </w:rPr>
              <w:t>Wprowadzenie w podstawowe pojęcia, teorie i modele dotyczące marketingu politycznego.</w:t>
            </w:r>
          </w:p>
        </w:tc>
      </w:tr>
      <w:tr w:rsidR="003E2D8C" w:rsidRPr="009C54AE" w14:paraId="620D3E5F" w14:textId="77777777" w:rsidTr="003E2D8C">
        <w:tc>
          <w:tcPr>
            <w:tcW w:w="851" w:type="dxa"/>
            <w:vAlign w:val="center"/>
          </w:tcPr>
          <w:p w14:paraId="36C2F1D7" w14:textId="77777777" w:rsidR="003E2D8C" w:rsidRPr="009C54AE" w:rsidRDefault="003E2D8C" w:rsidP="003E2D8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C48AC9" w14:textId="77777777" w:rsidR="003E2D8C" w:rsidRPr="003E2D8C" w:rsidRDefault="003E2D8C" w:rsidP="003E2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2D8C">
              <w:rPr>
                <w:rFonts w:ascii="Corbel" w:hAnsi="Corbel"/>
                <w:b w:val="0"/>
                <w:sz w:val="24"/>
                <w:szCs w:val="24"/>
              </w:rPr>
              <w:t>Poznanie przez studentów zasad rynkowego spojrzenia na mechanizmy polityki.</w:t>
            </w:r>
          </w:p>
        </w:tc>
      </w:tr>
      <w:tr w:rsidR="003E2D8C" w:rsidRPr="009C54AE" w14:paraId="7A518BE5" w14:textId="77777777" w:rsidTr="003E2D8C">
        <w:tc>
          <w:tcPr>
            <w:tcW w:w="851" w:type="dxa"/>
            <w:vAlign w:val="center"/>
          </w:tcPr>
          <w:p w14:paraId="311EBE5F" w14:textId="77777777" w:rsidR="003E2D8C" w:rsidRPr="009C54AE" w:rsidRDefault="003E2D8C" w:rsidP="003E2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379FFA8" w14:textId="77777777" w:rsidR="003E2D8C" w:rsidRPr="003E2D8C" w:rsidRDefault="003E2D8C" w:rsidP="003E2D8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2D8C">
              <w:rPr>
                <w:rFonts w:ascii="Corbel" w:hAnsi="Corbel"/>
                <w:b w:val="0"/>
                <w:sz w:val="24"/>
                <w:szCs w:val="24"/>
              </w:rPr>
              <w:t>Zdobycie umiejętności analizy, oceny oraz podstaw planowania i organizowania kampanii politycznych.</w:t>
            </w:r>
          </w:p>
        </w:tc>
      </w:tr>
    </w:tbl>
    <w:p w14:paraId="2570D5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4B81BD8" w14:textId="3EA5A70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1E3EEA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611339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9C54AE" w14:paraId="0B7BA26C" w14:textId="77777777" w:rsidTr="0071620A">
        <w:tc>
          <w:tcPr>
            <w:tcW w:w="1701" w:type="dxa"/>
            <w:vAlign w:val="center"/>
          </w:tcPr>
          <w:p w14:paraId="6CF50716" w14:textId="2750EC2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48292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2A337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1DD207" w14:textId="24708498" w:rsidR="0085747A" w:rsidRPr="009C54AE" w:rsidRDefault="00BA1FE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1873" w:type="dxa"/>
            <w:vAlign w:val="center"/>
          </w:tcPr>
          <w:p w14:paraId="060F13EA" w14:textId="7011BB63" w:rsidR="0085747A" w:rsidRPr="009C54AE" w:rsidRDefault="0048292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</w:p>
        </w:tc>
      </w:tr>
      <w:tr w:rsidR="00D608AA" w:rsidRPr="009C54AE" w14:paraId="6DC46748" w14:textId="77777777" w:rsidTr="0048340D">
        <w:tc>
          <w:tcPr>
            <w:tcW w:w="1701" w:type="dxa"/>
          </w:tcPr>
          <w:p w14:paraId="2112B55F" w14:textId="77777777" w:rsidR="00D608AA" w:rsidRPr="009C54AE" w:rsidRDefault="00D608AA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65C4B076" w14:textId="715BAE94" w:rsidR="00D608AA" w:rsidRPr="00D608AA" w:rsidRDefault="00CB1D6E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D6E">
              <w:rPr>
                <w:rFonts w:ascii="Corbel" w:hAnsi="Corbel"/>
                <w:sz w:val="24"/>
                <w:szCs w:val="24"/>
              </w:rPr>
              <w:t>Zna warunki i metody zastosowania mediów w kampaniach politycznych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45B28C7D" w14:textId="7D95748B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_W03</w:t>
            </w:r>
          </w:p>
        </w:tc>
      </w:tr>
      <w:tr w:rsidR="00D608AA" w:rsidRPr="009C54AE" w14:paraId="0BFC09C4" w14:textId="77777777" w:rsidTr="0048340D">
        <w:tc>
          <w:tcPr>
            <w:tcW w:w="1701" w:type="dxa"/>
          </w:tcPr>
          <w:p w14:paraId="22BB2720" w14:textId="77777777" w:rsidR="00D608AA" w:rsidRPr="009C54AE" w:rsidRDefault="00D608AA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vAlign w:val="center"/>
          </w:tcPr>
          <w:p w14:paraId="00D8B4BF" w14:textId="4A41CF83" w:rsidR="00D608AA" w:rsidRPr="00D608AA" w:rsidRDefault="00CB1D6E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D6E">
              <w:rPr>
                <w:rFonts w:ascii="Corbel" w:hAnsi="Corbel"/>
                <w:sz w:val="24"/>
                <w:szCs w:val="24"/>
              </w:rPr>
              <w:t>Rozumie pojęcie i uwarunkowania medializacji polityki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149AA6C1" w14:textId="7850437F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_W16</w:t>
            </w:r>
          </w:p>
        </w:tc>
      </w:tr>
      <w:tr w:rsidR="00D608AA" w:rsidRPr="009C54AE" w14:paraId="263E1C43" w14:textId="77777777" w:rsidTr="0048340D">
        <w:tc>
          <w:tcPr>
            <w:tcW w:w="1701" w:type="dxa"/>
          </w:tcPr>
          <w:p w14:paraId="52802A72" w14:textId="0ACDCBA7" w:rsidR="00D608AA" w:rsidRDefault="006577BD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19E94017" w14:textId="222FCCE0" w:rsidR="00D608AA" w:rsidRPr="00D608AA" w:rsidRDefault="00D608AA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08AA">
              <w:rPr>
                <w:rFonts w:ascii="Corbel" w:hAnsi="Corbel"/>
                <w:sz w:val="24"/>
                <w:szCs w:val="24"/>
              </w:rPr>
              <w:t>Potrafi analizować przebieg procesów politycznych</w:t>
            </w:r>
            <w:r w:rsidR="002F19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44C82AE" w14:textId="6B010E97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_U01</w:t>
            </w:r>
          </w:p>
        </w:tc>
      </w:tr>
      <w:tr w:rsidR="00D608AA" w:rsidRPr="009C54AE" w14:paraId="406F462D" w14:textId="77777777" w:rsidTr="0048340D">
        <w:tc>
          <w:tcPr>
            <w:tcW w:w="1701" w:type="dxa"/>
          </w:tcPr>
          <w:p w14:paraId="37CF0205" w14:textId="6E948C1B" w:rsidR="00D608AA" w:rsidRDefault="006577BD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14:paraId="1B8D3ED4" w14:textId="318FF654" w:rsidR="00D608AA" w:rsidRPr="00D608AA" w:rsidRDefault="00D608AA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08AA">
              <w:rPr>
                <w:rFonts w:ascii="Corbel" w:hAnsi="Corbel"/>
                <w:sz w:val="24"/>
                <w:szCs w:val="24"/>
              </w:rPr>
              <w:t>Potrafi stosować nowoczesne techniki inform</w:t>
            </w:r>
            <w:r w:rsidR="0014251F">
              <w:rPr>
                <w:rFonts w:ascii="Corbel" w:hAnsi="Corbel"/>
                <w:sz w:val="24"/>
                <w:szCs w:val="24"/>
              </w:rPr>
              <w:t>acyjne w celu po</w:t>
            </w:r>
            <w:r w:rsidR="002F19F6">
              <w:rPr>
                <w:rFonts w:ascii="Corbel" w:hAnsi="Corbel"/>
                <w:sz w:val="24"/>
                <w:szCs w:val="24"/>
              </w:rPr>
              <w:t>szerzenia wiedzy i umiejętności.</w:t>
            </w:r>
          </w:p>
        </w:tc>
        <w:tc>
          <w:tcPr>
            <w:tcW w:w="1873" w:type="dxa"/>
            <w:vAlign w:val="center"/>
          </w:tcPr>
          <w:p w14:paraId="14B009A9" w14:textId="7CCBBAE2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_U02</w:t>
            </w:r>
          </w:p>
        </w:tc>
      </w:tr>
      <w:tr w:rsidR="00D608AA" w:rsidRPr="009C54AE" w14:paraId="5E5808B6" w14:textId="77777777" w:rsidTr="0048340D">
        <w:tc>
          <w:tcPr>
            <w:tcW w:w="1701" w:type="dxa"/>
          </w:tcPr>
          <w:p w14:paraId="07E40584" w14:textId="679A8891" w:rsidR="00D608AA" w:rsidRDefault="006577BD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vAlign w:val="center"/>
          </w:tcPr>
          <w:p w14:paraId="51B45246" w14:textId="7AE9CD74" w:rsidR="00D608AA" w:rsidRPr="00D608AA" w:rsidRDefault="00D608AA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08AA">
              <w:rPr>
                <w:rFonts w:ascii="Corbel" w:hAnsi="Corbel"/>
                <w:sz w:val="24"/>
                <w:szCs w:val="24"/>
              </w:rPr>
              <w:t>Potrafi analizować treści przekazów medialnych i korzystać z tych analiz</w:t>
            </w:r>
            <w:r w:rsidR="002F19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0DC51F8C" w14:textId="176BF3EA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_U03</w:t>
            </w:r>
          </w:p>
        </w:tc>
      </w:tr>
      <w:tr w:rsidR="00D608AA" w:rsidRPr="009C54AE" w14:paraId="02034AFC" w14:textId="77777777" w:rsidTr="0048340D">
        <w:tc>
          <w:tcPr>
            <w:tcW w:w="1701" w:type="dxa"/>
          </w:tcPr>
          <w:p w14:paraId="72531990" w14:textId="7FE0C00F" w:rsidR="00D608AA" w:rsidRDefault="006577BD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14:paraId="79089548" w14:textId="767BCC48" w:rsidR="00D608AA" w:rsidRPr="00D608AA" w:rsidRDefault="00D608AA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08AA">
              <w:rPr>
                <w:rFonts w:ascii="Corbel" w:hAnsi="Corbel"/>
                <w:sz w:val="24"/>
                <w:szCs w:val="24"/>
              </w:rPr>
              <w:t xml:space="preserve">Jest przygotowany do organizowania </w:t>
            </w:r>
            <w:r w:rsidR="0014251F">
              <w:rPr>
                <w:rFonts w:ascii="Corbel" w:hAnsi="Corbel"/>
                <w:sz w:val="24"/>
                <w:szCs w:val="24"/>
              </w:rPr>
              <w:t>i aktywnego uczestniczenia w kampaniach</w:t>
            </w:r>
            <w:r w:rsidRPr="00D608AA">
              <w:rPr>
                <w:rFonts w:ascii="Corbel" w:hAnsi="Corbel"/>
                <w:sz w:val="24"/>
                <w:szCs w:val="24"/>
              </w:rPr>
              <w:t xml:space="preserve"> politycznych</w:t>
            </w:r>
            <w:r w:rsidR="002F19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5953E19E" w14:textId="77F66BFB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608AA" w:rsidRPr="00D608AA">
              <w:rPr>
                <w:rFonts w:ascii="Corbel" w:hAnsi="Corbel"/>
                <w:sz w:val="24"/>
                <w:szCs w:val="24"/>
              </w:rPr>
              <w:t>_K02</w:t>
            </w:r>
          </w:p>
        </w:tc>
      </w:tr>
      <w:tr w:rsidR="00D608AA" w:rsidRPr="009C54AE" w14:paraId="4B91BF01" w14:textId="77777777" w:rsidTr="0048340D">
        <w:tc>
          <w:tcPr>
            <w:tcW w:w="1701" w:type="dxa"/>
          </w:tcPr>
          <w:p w14:paraId="53605E31" w14:textId="4A5FC2E6" w:rsidR="00D608AA" w:rsidRDefault="006577BD" w:rsidP="00D608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14:paraId="330A63EE" w14:textId="0658CACA" w:rsidR="00D608AA" w:rsidRPr="00D608AA" w:rsidRDefault="0014251F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przygotowany do uczestnictwa w zinstytucjonalizowanych formach aktywności obywatelskiej</w:t>
            </w:r>
            <w:r w:rsidR="002F19F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30A8820B" w14:textId="7009AD5F" w:rsidR="00D608AA" w:rsidRPr="00D608AA" w:rsidRDefault="009B213B" w:rsidP="00D608AA">
            <w:pPr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14251F">
              <w:rPr>
                <w:rFonts w:ascii="Corbel" w:hAnsi="Corbel"/>
                <w:sz w:val="24"/>
                <w:szCs w:val="24"/>
              </w:rPr>
              <w:t>_K06</w:t>
            </w:r>
          </w:p>
        </w:tc>
      </w:tr>
    </w:tbl>
    <w:p w14:paraId="31596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6FE5A" w14:textId="0D69C62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028AAC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2C2CD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D1D8E1" w14:textId="77777777" w:rsidTr="00923D7D">
        <w:tc>
          <w:tcPr>
            <w:tcW w:w="9639" w:type="dxa"/>
          </w:tcPr>
          <w:p w14:paraId="00C230AC" w14:textId="77777777" w:rsidR="0085747A" w:rsidRPr="009C54AE" w:rsidRDefault="0085747A" w:rsidP="00884A26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8FA" w:rsidRPr="009C54AE" w14:paraId="6E339973" w14:textId="77777777" w:rsidTr="00923D7D">
        <w:tc>
          <w:tcPr>
            <w:tcW w:w="9639" w:type="dxa"/>
          </w:tcPr>
          <w:p w14:paraId="7179F186" w14:textId="7325548D" w:rsidR="00FC38FA" w:rsidRPr="00FE7E52" w:rsidRDefault="00A33640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Wprowadzenie,</w:t>
            </w:r>
            <w:r w:rsidR="00FC38FA" w:rsidRPr="00FE7E52">
              <w:rPr>
                <w:rFonts w:ascii="Corbel" w:hAnsi="Corbel"/>
                <w:sz w:val="24"/>
                <w:szCs w:val="24"/>
              </w:rPr>
              <w:t xml:space="preserve"> definicje</w:t>
            </w:r>
            <w:r w:rsidRPr="00FE7E52">
              <w:rPr>
                <w:rFonts w:ascii="Corbel" w:hAnsi="Corbel"/>
                <w:sz w:val="24"/>
                <w:szCs w:val="24"/>
              </w:rPr>
              <w:t>, historia marketingu politycznego</w:t>
            </w:r>
          </w:p>
        </w:tc>
      </w:tr>
      <w:tr w:rsidR="00FC38FA" w:rsidRPr="009C54AE" w14:paraId="36934880" w14:textId="77777777" w:rsidTr="00923D7D">
        <w:tc>
          <w:tcPr>
            <w:tcW w:w="9639" w:type="dxa"/>
          </w:tcPr>
          <w:p w14:paraId="4C92CB6F" w14:textId="7C1E3CE1" w:rsidR="00FC38FA" w:rsidRPr="00FE7E52" w:rsidRDefault="00A33640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Rynek polityczny i produkt polityczny</w:t>
            </w:r>
          </w:p>
        </w:tc>
      </w:tr>
      <w:tr w:rsidR="00FC38FA" w:rsidRPr="009C54AE" w14:paraId="0567A364" w14:textId="77777777" w:rsidTr="00923D7D">
        <w:tc>
          <w:tcPr>
            <w:tcW w:w="9639" w:type="dxa"/>
          </w:tcPr>
          <w:p w14:paraId="4B5134E9" w14:textId="71D01959" w:rsidR="00FC38FA" w:rsidRPr="00FE7E52" w:rsidRDefault="00A33640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Teorie decydowania wyborców</w:t>
            </w:r>
          </w:p>
        </w:tc>
      </w:tr>
      <w:tr w:rsidR="00FC38FA" w:rsidRPr="009C54AE" w14:paraId="716B41AA" w14:textId="77777777" w:rsidTr="00923D7D">
        <w:tc>
          <w:tcPr>
            <w:tcW w:w="9639" w:type="dxa"/>
          </w:tcPr>
          <w:p w14:paraId="73F3F783" w14:textId="77777777" w:rsidR="00FC38FA" w:rsidRPr="00FE7E52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Mediatyzacja polityki</w:t>
            </w:r>
          </w:p>
        </w:tc>
      </w:tr>
      <w:tr w:rsidR="00FC38FA" w:rsidRPr="009C54AE" w14:paraId="69886AC9" w14:textId="77777777" w:rsidTr="00923D7D">
        <w:tc>
          <w:tcPr>
            <w:tcW w:w="9639" w:type="dxa"/>
          </w:tcPr>
          <w:p w14:paraId="3AC3184F" w14:textId="77777777" w:rsidR="00FC38FA" w:rsidRPr="00FE7E52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Wizerunek polityczny</w:t>
            </w:r>
          </w:p>
        </w:tc>
      </w:tr>
      <w:tr w:rsidR="00FC38FA" w:rsidRPr="009C54AE" w14:paraId="0452EBF3" w14:textId="77777777" w:rsidTr="00923D7D">
        <w:tc>
          <w:tcPr>
            <w:tcW w:w="9639" w:type="dxa"/>
          </w:tcPr>
          <w:p w14:paraId="317583ED" w14:textId="77777777" w:rsidR="00FC38FA" w:rsidRPr="00FE7E52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Reklama polityczna</w:t>
            </w:r>
          </w:p>
        </w:tc>
      </w:tr>
      <w:tr w:rsidR="00FC38FA" w:rsidRPr="009C54AE" w14:paraId="37DA6A6F" w14:textId="77777777" w:rsidTr="00923D7D">
        <w:tc>
          <w:tcPr>
            <w:tcW w:w="9639" w:type="dxa"/>
          </w:tcPr>
          <w:p w14:paraId="7C327C60" w14:textId="58F1DD32" w:rsidR="00FC38FA" w:rsidRPr="00FE7E52" w:rsidRDefault="006C120D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Znaczenie sondaży w kreowaniu opinii</w:t>
            </w:r>
          </w:p>
        </w:tc>
      </w:tr>
      <w:tr w:rsidR="00FC38FA" w:rsidRPr="009C54AE" w14:paraId="0338C23B" w14:textId="77777777" w:rsidTr="00923D7D">
        <w:tc>
          <w:tcPr>
            <w:tcW w:w="9639" w:type="dxa"/>
          </w:tcPr>
          <w:p w14:paraId="5131EC08" w14:textId="6BEA2EDC" w:rsidR="00FC38FA" w:rsidRPr="00FE7E52" w:rsidRDefault="00487544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Marketing terytorialny</w:t>
            </w:r>
          </w:p>
        </w:tc>
      </w:tr>
      <w:tr w:rsidR="00FC38FA" w:rsidRPr="009C54AE" w14:paraId="5132315A" w14:textId="77777777" w:rsidTr="00923D7D">
        <w:tc>
          <w:tcPr>
            <w:tcW w:w="9639" w:type="dxa"/>
          </w:tcPr>
          <w:p w14:paraId="33800450" w14:textId="09110350" w:rsidR="00FC38FA" w:rsidRPr="00FE7E52" w:rsidRDefault="00A33640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Kampania bezpośrednia</w:t>
            </w:r>
          </w:p>
        </w:tc>
      </w:tr>
      <w:tr w:rsidR="00FC38FA" w:rsidRPr="009C54AE" w14:paraId="3C9E52D4" w14:textId="77777777" w:rsidTr="00923D7D">
        <w:tc>
          <w:tcPr>
            <w:tcW w:w="9639" w:type="dxa"/>
          </w:tcPr>
          <w:p w14:paraId="0D9C34B2" w14:textId="7662DD41" w:rsidR="00FC38FA" w:rsidRPr="00FE7E52" w:rsidRDefault="006C120D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E7E52">
              <w:rPr>
                <w:rFonts w:ascii="Corbel" w:hAnsi="Corbel"/>
                <w:sz w:val="24"/>
                <w:szCs w:val="24"/>
              </w:rPr>
              <w:t>Kultura polityczna</w:t>
            </w:r>
          </w:p>
        </w:tc>
      </w:tr>
    </w:tbl>
    <w:p w14:paraId="347477C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46F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C80A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88CF29" w14:textId="77777777" w:rsidTr="00923D7D">
        <w:tc>
          <w:tcPr>
            <w:tcW w:w="9639" w:type="dxa"/>
          </w:tcPr>
          <w:p w14:paraId="303FE033" w14:textId="77777777" w:rsidR="0085747A" w:rsidRPr="009C54AE" w:rsidRDefault="0085747A" w:rsidP="00F235FE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38FA" w:rsidRPr="009C54AE" w14:paraId="69896A46" w14:textId="77777777" w:rsidTr="00923D7D">
        <w:tc>
          <w:tcPr>
            <w:tcW w:w="9639" w:type="dxa"/>
          </w:tcPr>
          <w:p w14:paraId="24800813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Etyczne dylematy kampanii wyborczych oraz pracy konsultanta</w:t>
            </w:r>
          </w:p>
          <w:p w14:paraId="5EC292DF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politycznego. Analiza tekstu</w:t>
            </w:r>
          </w:p>
        </w:tc>
      </w:tr>
      <w:tr w:rsidR="00FC38FA" w:rsidRPr="009C54AE" w14:paraId="512BCC05" w14:textId="77777777" w:rsidTr="00923D7D">
        <w:tc>
          <w:tcPr>
            <w:tcW w:w="9639" w:type="dxa"/>
          </w:tcPr>
          <w:p w14:paraId="57BEE388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Interpretacja tekstu/filmu z zakresu marketingu politycznego</w:t>
            </w:r>
          </w:p>
        </w:tc>
      </w:tr>
      <w:tr w:rsidR="00FC38FA" w:rsidRPr="009C54AE" w14:paraId="08F22526" w14:textId="77777777" w:rsidTr="00923D7D">
        <w:tc>
          <w:tcPr>
            <w:tcW w:w="9639" w:type="dxa"/>
          </w:tcPr>
          <w:p w14:paraId="31399411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Analiza samodzielnie wyszukanego przypadku spinu</w:t>
            </w:r>
          </w:p>
        </w:tc>
      </w:tr>
      <w:tr w:rsidR="00FC38FA" w:rsidRPr="009C54AE" w14:paraId="12179B20" w14:textId="77777777" w:rsidTr="00923D7D">
        <w:tc>
          <w:tcPr>
            <w:tcW w:w="9639" w:type="dxa"/>
          </w:tcPr>
          <w:p w14:paraId="4C87D588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Dyskusja nad typami wizerunków polityków</w:t>
            </w:r>
          </w:p>
        </w:tc>
      </w:tr>
      <w:tr w:rsidR="00FC38FA" w:rsidRPr="009C54AE" w14:paraId="509988FA" w14:textId="77777777" w:rsidTr="00923D7D">
        <w:tc>
          <w:tcPr>
            <w:tcW w:w="9639" w:type="dxa"/>
          </w:tcPr>
          <w:p w14:paraId="2EA6D080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Analiza przypadków reklam politycznych</w:t>
            </w:r>
          </w:p>
        </w:tc>
      </w:tr>
      <w:tr w:rsidR="00FC38FA" w:rsidRPr="009C54AE" w14:paraId="116B989A" w14:textId="77777777" w:rsidTr="00923D7D">
        <w:tc>
          <w:tcPr>
            <w:tcW w:w="9639" w:type="dxa"/>
          </w:tcPr>
          <w:p w14:paraId="2D28CDCA" w14:textId="20712718" w:rsidR="00FC38FA" w:rsidRPr="00A01C4D" w:rsidRDefault="00B21686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Kampania negatywna – analiza studiów przypadku</w:t>
            </w:r>
          </w:p>
        </w:tc>
      </w:tr>
      <w:tr w:rsidR="00FC38FA" w:rsidRPr="009C54AE" w14:paraId="49983815" w14:textId="77777777" w:rsidTr="00923D7D">
        <w:tc>
          <w:tcPr>
            <w:tcW w:w="9639" w:type="dxa"/>
          </w:tcPr>
          <w:p w14:paraId="67C9F3BB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Zasady współpracy z mediami w kampaniach politycznych</w:t>
            </w:r>
          </w:p>
        </w:tc>
      </w:tr>
      <w:tr w:rsidR="00FC38FA" w:rsidRPr="009C54AE" w14:paraId="402EB914" w14:textId="77777777" w:rsidTr="00923D7D">
        <w:tc>
          <w:tcPr>
            <w:tcW w:w="9639" w:type="dxa"/>
          </w:tcPr>
          <w:p w14:paraId="6FAC4DBA" w14:textId="5775461E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Analiza przykładów mitów politycznych</w:t>
            </w:r>
            <w:r w:rsidR="00B21686" w:rsidRPr="00A01C4D">
              <w:rPr>
                <w:rFonts w:ascii="Corbel" w:hAnsi="Corbel"/>
                <w:bCs/>
                <w:sz w:val="24"/>
                <w:szCs w:val="24"/>
              </w:rPr>
              <w:t xml:space="preserve"> i marketingu narracyjnego</w:t>
            </w:r>
          </w:p>
        </w:tc>
      </w:tr>
      <w:tr w:rsidR="00FC38FA" w:rsidRPr="009C54AE" w14:paraId="3407F696" w14:textId="77777777" w:rsidTr="00923D7D">
        <w:tc>
          <w:tcPr>
            <w:tcW w:w="9639" w:type="dxa"/>
          </w:tcPr>
          <w:p w14:paraId="5B7F0C4E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Symulacja planu marketingu terytorialnego</w:t>
            </w:r>
          </w:p>
        </w:tc>
      </w:tr>
      <w:tr w:rsidR="00FC38FA" w:rsidRPr="009C54AE" w14:paraId="77C71542" w14:textId="77777777" w:rsidTr="00923D7D">
        <w:tc>
          <w:tcPr>
            <w:tcW w:w="9639" w:type="dxa"/>
          </w:tcPr>
          <w:p w14:paraId="308BA1B3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Analiza przypadków marketingu wojennego</w:t>
            </w:r>
          </w:p>
        </w:tc>
      </w:tr>
      <w:tr w:rsidR="00FC38FA" w:rsidRPr="009C54AE" w14:paraId="081B9253" w14:textId="77777777" w:rsidTr="00923D7D">
        <w:tc>
          <w:tcPr>
            <w:tcW w:w="9639" w:type="dxa"/>
          </w:tcPr>
          <w:p w14:paraId="2B877EE3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Narzędzia kampanii wyborczych – biogram, bilboard, ulotka, plakat</w:t>
            </w:r>
          </w:p>
        </w:tc>
      </w:tr>
      <w:tr w:rsidR="00FC38FA" w:rsidRPr="009C54AE" w14:paraId="5604DE5B" w14:textId="77777777" w:rsidTr="00923D7D">
        <w:tc>
          <w:tcPr>
            <w:tcW w:w="9639" w:type="dxa"/>
          </w:tcPr>
          <w:p w14:paraId="24C9350C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Symulacja wykorzystania mediów społecznościowych w kampanii politycznej</w:t>
            </w:r>
          </w:p>
        </w:tc>
      </w:tr>
      <w:tr w:rsidR="00FC38FA" w:rsidRPr="009C54AE" w14:paraId="27F6EBD2" w14:textId="77777777" w:rsidTr="00923D7D">
        <w:tc>
          <w:tcPr>
            <w:tcW w:w="9639" w:type="dxa"/>
          </w:tcPr>
          <w:p w14:paraId="13D33076" w14:textId="77777777" w:rsidR="00FC38FA" w:rsidRPr="00A01C4D" w:rsidRDefault="00FC38FA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Dyskusja nad skutecznością przekazów politycznych</w:t>
            </w:r>
          </w:p>
        </w:tc>
      </w:tr>
      <w:tr w:rsidR="009C568D" w:rsidRPr="009C54AE" w14:paraId="7C4C66B0" w14:textId="77777777" w:rsidTr="00923D7D">
        <w:tc>
          <w:tcPr>
            <w:tcW w:w="9639" w:type="dxa"/>
          </w:tcPr>
          <w:p w14:paraId="7350C2C1" w14:textId="71E90C8F" w:rsidR="009C568D" w:rsidRPr="00A01C4D" w:rsidRDefault="009C568D" w:rsidP="00FC38FA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A01C4D">
              <w:rPr>
                <w:rFonts w:ascii="Corbel" w:hAnsi="Corbel"/>
                <w:bCs/>
                <w:sz w:val="24"/>
                <w:szCs w:val="24"/>
              </w:rPr>
              <w:t>Symulacja kampanii bezpośredniej</w:t>
            </w:r>
          </w:p>
        </w:tc>
      </w:tr>
      <w:tr w:rsidR="00FC38FA" w:rsidRPr="009C54AE" w14:paraId="0D174ECC" w14:textId="77777777" w:rsidTr="00923D7D">
        <w:tc>
          <w:tcPr>
            <w:tcW w:w="9639" w:type="dxa"/>
          </w:tcPr>
          <w:p w14:paraId="46C19FAB" w14:textId="49E60812" w:rsidR="00FC38FA" w:rsidRPr="003D1AD3" w:rsidRDefault="009C568D" w:rsidP="009C568D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Analiza w ramach grupy projektów zaliczeniowych</w:t>
            </w:r>
          </w:p>
        </w:tc>
      </w:tr>
    </w:tbl>
    <w:p w14:paraId="52369C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157A0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6F62C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B4F2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901AE" w14:textId="77777777" w:rsidR="00FC38FA" w:rsidRDefault="00FC38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E8C09B6" w14:textId="77777777" w:rsidR="0051323C" w:rsidRDefault="005132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6260FB" w14:textId="77777777" w:rsidR="00FC38FA" w:rsidRDefault="00FC38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tekstów źródłowych, gry symulacyjne, analiza przypadków, dyskusja.</w:t>
      </w:r>
    </w:p>
    <w:p w14:paraId="6D2F3ED1" w14:textId="77777777" w:rsidR="00FC38FA" w:rsidRPr="009C54AE" w:rsidRDefault="00FC38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89DCA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BE1B3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C24D18" w14:textId="6CFBD371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861563">
        <w:rPr>
          <w:rFonts w:ascii="Corbel" w:hAnsi="Corbel"/>
          <w:smallCaps w:val="0"/>
          <w:szCs w:val="24"/>
        </w:rPr>
        <w:t>uczenia się</w:t>
      </w:r>
    </w:p>
    <w:p w14:paraId="5514727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FC7602" w:rsidRPr="00152119" w14:paraId="29DE0876" w14:textId="77777777" w:rsidTr="003353A5">
        <w:tc>
          <w:tcPr>
            <w:tcW w:w="2410" w:type="dxa"/>
            <w:vAlign w:val="center"/>
          </w:tcPr>
          <w:p w14:paraId="02797D06" w14:textId="77777777" w:rsidR="00FC7602" w:rsidRPr="00152119" w:rsidRDefault="00FC7602" w:rsidP="00335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211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09BE014F" w14:textId="1EADEA0A" w:rsidR="00FC7602" w:rsidRPr="00152119" w:rsidRDefault="002A337C" w:rsidP="00335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44FB08" w14:textId="77777777" w:rsidR="00FC7602" w:rsidRPr="00152119" w:rsidRDefault="00FC7602" w:rsidP="00335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21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65F4FBE" w14:textId="77777777" w:rsidR="00FC7602" w:rsidRPr="00152119" w:rsidRDefault="00FC7602" w:rsidP="00335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211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1830184" w14:textId="77777777" w:rsidR="00FC7602" w:rsidRPr="00152119" w:rsidRDefault="00FC7602" w:rsidP="003353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5211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C7602" w:rsidRPr="00152119" w14:paraId="3E018607" w14:textId="77777777" w:rsidTr="003353A5">
        <w:tc>
          <w:tcPr>
            <w:tcW w:w="2410" w:type="dxa"/>
          </w:tcPr>
          <w:p w14:paraId="45F752BC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211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3C2DD528" w14:textId="2FF6810A" w:rsidR="00FC7602" w:rsidRPr="00152119" w:rsidRDefault="009C568D" w:rsidP="003353A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egzamin pisemny</w:t>
            </w:r>
            <w:r w:rsidR="00FC7602" w:rsidRPr="00152119">
              <w:rPr>
                <w:rFonts w:ascii="Corbel" w:hAnsi="Corbel"/>
                <w:b w:val="0"/>
                <w:i/>
                <w:smallCaps w:val="0"/>
                <w:sz w:val="22"/>
              </w:rPr>
              <w:t>, projekt zaliczeniowy</w:t>
            </w:r>
          </w:p>
        </w:tc>
        <w:tc>
          <w:tcPr>
            <w:tcW w:w="2126" w:type="dxa"/>
          </w:tcPr>
          <w:p w14:paraId="455737B9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smallCaps w:val="0"/>
                <w:sz w:val="22"/>
              </w:rPr>
              <w:t>wykład, ćwiczenia</w:t>
            </w:r>
          </w:p>
        </w:tc>
      </w:tr>
      <w:tr w:rsidR="00FC7602" w:rsidRPr="00152119" w14:paraId="02061604" w14:textId="77777777" w:rsidTr="003353A5">
        <w:tc>
          <w:tcPr>
            <w:tcW w:w="2410" w:type="dxa"/>
          </w:tcPr>
          <w:p w14:paraId="5B7FA1DE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5211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4A71ADFF" w14:textId="288D612F" w:rsidR="00FC7602" w:rsidRPr="00152119" w:rsidRDefault="009C568D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egzamin pisemny </w:t>
            </w:r>
          </w:p>
        </w:tc>
        <w:tc>
          <w:tcPr>
            <w:tcW w:w="2126" w:type="dxa"/>
          </w:tcPr>
          <w:p w14:paraId="062CDC24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C7602" w:rsidRPr="00152119" w14:paraId="118AE4D9" w14:textId="77777777" w:rsidTr="003353A5">
        <w:tc>
          <w:tcPr>
            <w:tcW w:w="2410" w:type="dxa"/>
          </w:tcPr>
          <w:p w14:paraId="724E562C" w14:textId="176D641E" w:rsidR="00FC7602" w:rsidRPr="00152119" w:rsidRDefault="006577BD" w:rsidP="003353A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103" w:type="dxa"/>
          </w:tcPr>
          <w:p w14:paraId="424CCC39" w14:textId="52F1D906" w:rsidR="00FC7602" w:rsidRPr="00152119" w:rsidRDefault="009C568D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egzamin pisemny</w:t>
            </w:r>
            <w:r w:rsidR="00A13AE4">
              <w:rPr>
                <w:rFonts w:ascii="Corbel" w:hAnsi="Corbel"/>
                <w:b w:val="0"/>
                <w:i/>
                <w:smallCaps w:val="0"/>
                <w:sz w:val="22"/>
              </w:rPr>
              <w:t>, projekt zaliczeniowy</w:t>
            </w:r>
          </w:p>
        </w:tc>
        <w:tc>
          <w:tcPr>
            <w:tcW w:w="2126" w:type="dxa"/>
          </w:tcPr>
          <w:p w14:paraId="17437276" w14:textId="39B38ACE" w:rsidR="00FC7602" w:rsidRPr="00152119" w:rsidRDefault="00A13AE4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="00FC7602" w:rsidRPr="00152119">
              <w:rPr>
                <w:rFonts w:ascii="Corbel" w:hAnsi="Corbel"/>
                <w:b w:val="0"/>
                <w:smallCaps w:val="0"/>
                <w:sz w:val="22"/>
              </w:rPr>
              <w:t>ykład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ćwiczenia</w:t>
            </w:r>
          </w:p>
        </w:tc>
      </w:tr>
      <w:tr w:rsidR="00FC7602" w:rsidRPr="00152119" w14:paraId="394FA434" w14:textId="77777777" w:rsidTr="003353A5">
        <w:tc>
          <w:tcPr>
            <w:tcW w:w="2410" w:type="dxa"/>
          </w:tcPr>
          <w:p w14:paraId="187A135B" w14:textId="44CDDC65" w:rsidR="00FC7602" w:rsidRPr="00152119" w:rsidRDefault="006577BD" w:rsidP="003353A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103" w:type="dxa"/>
          </w:tcPr>
          <w:p w14:paraId="1E453838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i/>
                <w:smallCaps w:val="0"/>
                <w:sz w:val="22"/>
              </w:rPr>
              <w:t>projekt zaliczeniowy</w:t>
            </w:r>
          </w:p>
        </w:tc>
        <w:tc>
          <w:tcPr>
            <w:tcW w:w="2126" w:type="dxa"/>
          </w:tcPr>
          <w:p w14:paraId="608A6B9F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FC7602" w:rsidRPr="00152119" w14:paraId="64010FA8" w14:textId="77777777" w:rsidTr="003353A5">
        <w:tc>
          <w:tcPr>
            <w:tcW w:w="2410" w:type="dxa"/>
          </w:tcPr>
          <w:p w14:paraId="3F5B38E1" w14:textId="4279474B" w:rsidR="00FC7602" w:rsidRPr="00152119" w:rsidRDefault="006577BD" w:rsidP="003353A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103" w:type="dxa"/>
          </w:tcPr>
          <w:p w14:paraId="29A1EF59" w14:textId="7CDB457B" w:rsidR="00FC7602" w:rsidRPr="00152119" w:rsidRDefault="009C568D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 xml:space="preserve">egzamin pisemny </w:t>
            </w:r>
          </w:p>
        </w:tc>
        <w:tc>
          <w:tcPr>
            <w:tcW w:w="2126" w:type="dxa"/>
          </w:tcPr>
          <w:p w14:paraId="4467FA7B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FC7602" w:rsidRPr="00152119" w14:paraId="198CE398" w14:textId="77777777" w:rsidTr="003353A5">
        <w:tc>
          <w:tcPr>
            <w:tcW w:w="2410" w:type="dxa"/>
          </w:tcPr>
          <w:p w14:paraId="17C28B1B" w14:textId="374BF548" w:rsidR="00FC7602" w:rsidRPr="00152119" w:rsidRDefault="006577BD" w:rsidP="003353A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103" w:type="dxa"/>
          </w:tcPr>
          <w:p w14:paraId="1D5F53F1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i/>
                <w:smallCaps w:val="0"/>
                <w:sz w:val="22"/>
              </w:rPr>
              <w:t>projekt zaliczeniowy</w:t>
            </w:r>
          </w:p>
        </w:tc>
        <w:tc>
          <w:tcPr>
            <w:tcW w:w="2126" w:type="dxa"/>
          </w:tcPr>
          <w:p w14:paraId="6D2402D0" w14:textId="77777777" w:rsidR="00FC7602" w:rsidRPr="00152119" w:rsidRDefault="00FC7602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52119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FC7602" w:rsidRPr="00152119" w14:paraId="6DADFA6A" w14:textId="77777777" w:rsidTr="003353A5">
        <w:tc>
          <w:tcPr>
            <w:tcW w:w="2410" w:type="dxa"/>
          </w:tcPr>
          <w:p w14:paraId="4D0405C6" w14:textId="3C211799" w:rsidR="00FC7602" w:rsidRPr="00152119" w:rsidRDefault="006577BD" w:rsidP="003353A5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103" w:type="dxa"/>
          </w:tcPr>
          <w:p w14:paraId="2E5E68AE" w14:textId="7D430C48" w:rsidR="00FC7602" w:rsidRPr="00152119" w:rsidRDefault="00A13AE4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i/>
                <w:smallCaps w:val="0"/>
                <w:sz w:val="22"/>
              </w:rPr>
              <w:t>projekt zaliczeniowy</w:t>
            </w:r>
          </w:p>
        </w:tc>
        <w:tc>
          <w:tcPr>
            <w:tcW w:w="2126" w:type="dxa"/>
          </w:tcPr>
          <w:p w14:paraId="76E29654" w14:textId="63581E8A" w:rsidR="00FC7602" w:rsidRPr="00152119" w:rsidRDefault="00A13AE4" w:rsidP="003353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15BB72A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B6B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3C25C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D7362A3" w14:textId="77777777" w:rsidTr="00923D7D">
        <w:tc>
          <w:tcPr>
            <w:tcW w:w="9670" w:type="dxa"/>
          </w:tcPr>
          <w:p w14:paraId="6015B814" w14:textId="2B97D6B0" w:rsidR="003472A0" w:rsidRDefault="00D0090D" w:rsidP="003472A0">
            <w:pPr>
              <w:jc w:val="both"/>
              <w:rPr>
                <w:rFonts w:ascii="Corbel" w:hAnsi="Corbel" w:cs="Tahoma"/>
                <w:color w:val="000000"/>
                <w:sz w:val="24"/>
                <w:szCs w:val="24"/>
              </w:rPr>
            </w:pPr>
            <w:r>
              <w:rPr>
                <w:rFonts w:ascii="Corbel" w:hAnsi="Corbel" w:cs="Tahoma"/>
                <w:color w:val="000000"/>
                <w:sz w:val="24"/>
                <w:szCs w:val="24"/>
              </w:rPr>
              <w:lastRenderedPageBreak/>
              <w:t>Forma egzaminu: e</w:t>
            </w:r>
            <w:r w:rsidR="009C568D">
              <w:rPr>
                <w:rFonts w:ascii="Corbel" w:hAnsi="Corbel" w:cs="Tahoma"/>
                <w:color w:val="000000"/>
                <w:sz w:val="24"/>
                <w:szCs w:val="24"/>
              </w:rPr>
              <w:t>gzamin pisemny, pi</w:t>
            </w:r>
            <w:r w:rsidR="009C568D">
              <w:t xml:space="preserve">ęć pytań z zakresu przedmiotu. Liczba pozytywnych odpowiedzi oznacza ocenę z egzaminu. </w:t>
            </w:r>
          </w:p>
          <w:p w14:paraId="6281825F" w14:textId="62DCF421" w:rsidR="00A956D4" w:rsidRPr="007D4296" w:rsidRDefault="00FC7602" w:rsidP="003472A0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FC7602">
              <w:rPr>
                <w:rFonts w:ascii="Corbel" w:hAnsi="Corbel"/>
                <w:b w:val="0"/>
                <w:smallCaps w:val="0"/>
                <w:szCs w:val="24"/>
              </w:rPr>
              <w:t xml:space="preserve">Forma zaliczenia ćwiczeń: projekt w grupach – koncepcja kampanii wyborczej kandydata, partii politycznej lub komitetu wyborców. Studenci przedstawiają plan kampanii, jej przekaz, przygotowują narzędzia kampanii wyborczej (ulotkę, plakat, biografię wyborczą kandydata).  </w:t>
            </w:r>
            <w:r w:rsidR="00ED78B9">
              <w:rPr>
                <w:rFonts w:ascii="Corbel" w:hAnsi="Corbel"/>
                <w:b w:val="0"/>
                <w:smallCaps w:val="0"/>
                <w:szCs w:val="24"/>
              </w:rPr>
              <w:t>Aktywność w trakcie ćwiczeń ma wpływ na podniesienie oceny.</w:t>
            </w:r>
          </w:p>
        </w:tc>
      </w:tr>
    </w:tbl>
    <w:p w14:paraId="6E9BBE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F402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71E8E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73476EE" w14:textId="77777777" w:rsidTr="003E1941">
        <w:tc>
          <w:tcPr>
            <w:tcW w:w="4962" w:type="dxa"/>
            <w:vAlign w:val="center"/>
          </w:tcPr>
          <w:p w14:paraId="0A5D44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099F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13A4C7" w14:textId="77777777" w:rsidTr="00923D7D">
        <w:tc>
          <w:tcPr>
            <w:tcW w:w="4962" w:type="dxa"/>
          </w:tcPr>
          <w:p w14:paraId="02C333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597869B" w14:textId="2325C485" w:rsidR="0085747A" w:rsidRPr="009C54AE" w:rsidRDefault="00A956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6339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08D3E938" w14:textId="77777777" w:rsidTr="00923D7D">
        <w:tc>
          <w:tcPr>
            <w:tcW w:w="4962" w:type="dxa"/>
          </w:tcPr>
          <w:p w14:paraId="19A5472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4A85DF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A28C329" w14:textId="32B00001" w:rsidR="00C61DC5" w:rsidRPr="009C54AE" w:rsidRDefault="00F52E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046B7D54" w14:textId="77777777" w:rsidTr="00923D7D">
        <w:tc>
          <w:tcPr>
            <w:tcW w:w="4962" w:type="dxa"/>
          </w:tcPr>
          <w:p w14:paraId="4BBD94ED" w14:textId="048A3436" w:rsidR="00C61DC5" w:rsidRPr="009C54AE" w:rsidRDefault="00C61DC5" w:rsidP="000E65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E65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0E65C6">
              <w:rPr>
                <w:rFonts w:ascii="Corbel" w:hAnsi="Corbel"/>
                <w:sz w:val="24"/>
                <w:szCs w:val="24"/>
              </w:rPr>
              <w:t>gzaminu, przygotowanie pracy projektowej, samodzielne studiowanie literatury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  <w:r w:rsidR="000E65C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677" w:type="dxa"/>
          </w:tcPr>
          <w:p w14:paraId="430726E2" w14:textId="167119EC" w:rsidR="00C61DC5" w:rsidRPr="009C54AE" w:rsidRDefault="00F52E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234619FE" w14:textId="77777777" w:rsidTr="00923D7D">
        <w:tc>
          <w:tcPr>
            <w:tcW w:w="4962" w:type="dxa"/>
          </w:tcPr>
          <w:p w14:paraId="2AB3AF1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5112AB" w14:textId="17371DFB" w:rsidR="0085747A" w:rsidRPr="009C54AE" w:rsidRDefault="00BF798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4F099B04" w14:textId="77777777" w:rsidTr="00923D7D">
        <w:tc>
          <w:tcPr>
            <w:tcW w:w="4962" w:type="dxa"/>
          </w:tcPr>
          <w:p w14:paraId="535FE00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21E2E1" w14:textId="77777777" w:rsidR="0085747A" w:rsidRPr="009C54AE" w:rsidRDefault="00F6339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E8CDB0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CBB1E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3F8A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E801F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B55831" w14:textId="77777777" w:rsidTr="0071620A">
        <w:trPr>
          <w:trHeight w:val="397"/>
        </w:trPr>
        <w:tc>
          <w:tcPr>
            <w:tcW w:w="3544" w:type="dxa"/>
          </w:tcPr>
          <w:p w14:paraId="55A0BA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22CE76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171AD5D" w14:textId="77777777" w:rsidTr="0071620A">
        <w:trPr>
          <w:trHeight w:val="397"/>
        </w:trPr>
        <w:tc>
          <w:tcPr>
            <w:tcW w:w="3544" w:type="dxa"/>
          </w:tcPr>
          <w:p w14:paraId="4B0535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E175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114ABD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135E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4D3D0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63392" w:rsidRPr="009C54AE" w14:paraId="0B16FC9E" w14:textId="77777777" w:rsidTr="0071620A">
        <w:trPr>
          <w:trHeight w:val="397"/>
        </w:trPr>
        <w:tc>
          <w:tcPr>
            <w:tcW w:w="7513" w:type="dxa"/>
          </w:tcPr>
          <w:p w14:paraId="7A2BF1AA" w14:textId="7A3A6782" w:rsidR="00F63392" w:rsidRDefault="00F63392" w:rsidP="00F63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6339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DA1EA84" w14:textId="7FA307BB" w:rsidR="004400B4" w:rsidRPr="00F63392" w:rsidRDefault="004400B4" w:rsidP="00F63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Kuca P., Furman W. (red.), </w:t>
            </w:r>
            <w:r w:rsidRPr="00B56676">
              <w:rPr>
                <w:rFonts w:ascii="Corbel" w:hAnsi="Corbel"/>
                <w:b w:val="0"/>
                <w:i/>
                <w:smallCaps w:val="0"/>
                <w:szCs w:val="24"/>
              </w:rPr>
              <w:t>Komunikowanie polityczne w teorii i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Rzeszów 2023. </w:t>
            </w:r>
            <w:bookmarkStart w:id="0" w:name="_GoBack"/>
            <w:bookmarkEnd w:id="0"/>
          </w:p>
          <w:p w14:paraId="02E2EDB7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Jabłoński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Andrzej W., </w:t>
            </w: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Sobkowiak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Leszek (red.), </w:t>
            </w:r>
            <w:r w:rsidRPr="00F63392">
              <w:rPr>
                <w:rFonts w:ascii="Corbel" w:hAnsi="Corbel"/>
                <w:i/>
                <w:color w:val="000000"/>
                <w:sz w:val="24"/>
                <w:szCs w:val="24"/>
              </w:rPr>
              <w:t>Marketing polityczny w teorii i praktyce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Uniwersytetu Wrocławskiego, Wrocław 2002.</w:t>
            </w:r>
          </w:p>
          <w:p w14:paraId="6ABB9F56" w14:textId="77777777" w:rsidR="00F63392" w:rsidRDefault="00F63392" w:rsidP="00F63392">
            <w:pPr>
              <w:pStyle w:val="Tekstpodstawowywcity21"/>
              <w:rPr>
                <w:rFonts w:ascii="Corbel" w:hAnsi="Corbel" w:cs="Times New Roman"/>
                <w:color w:val="000000"/>
                <w:sz w:val="24"/>
                <w:szCs w:val="24"/>
              </w:rPr>
            </w:pPr>
            <w:r w:rsidRPr="00F63392">
              <w:rPr>
                <w:rFonts w:ascii="Corbel" w:hAnsi="Corbel" w:cs="Times New Roman"/>
                <w:color w:val="000000"/>
                <w:spacing w:val="60"/>
                <w:sz w:val="24"/>
                <w:szCs w:val="24"/>
              </w:rPr>
              <w:t xml:space="preserve">Cwalina </w:t>
            </w:r>
            <w:r w:rsidRPr="00F63392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Wojciech, </w:t>
            </w:r>
            <w:r w:rsidRPr="00F63392">
              <w:rPr>
                <w:rFonts w:ascii="Corbel" w:hAnsi="Corbel" w:cs="Times New Roman"/>
                <w:spacing w:val="60"/>
                <w:sz w:val="24"/>
                <w:szCs w:val="24"/>
              </w:rPr>
              <w:t xml:space="preserve">Falkowski </w:t>
            </w:r>
            <w:r w:rsidRPr="00F63392"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Andrzej, </w:t>
            </w:r>
            <w:r w:rsidRPr="00F63392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Marketing polityczny. Perspektywa psychologiczna</w:t>
            </w:r>
            <w:r w:rsidRPr="00F63392">
              <w:rPr>
                <w:rFonts w:ascii="Corbel" w:hAnsi="Corbel" w:cs="Times New Roman"/>
                <w:color w:val="000000"/>
                <w:sz w:val="24"/>
                <w:szCs w:val="24"/>
              </w:rPr>
              <w:t>, Gdańskie Wydawnictwo Psychologiczne, Gdańsk 2005.</w:t>
            </w:r>
          </w:p>
          <w:p w14:paraId="56C628C5" w14:textId="1F516993" w:rsidR="00F1710F" w:rsidRPr="00F64B5E" w:rsidRDefault="00F1710F" w:rsidP="00F63392">
            <w:pPr>
              <w:pStyle w:val="Tekstpodstawowywcity2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rbel" w:hAnsi="Corbel" w:cs="Times New Roman"/>
                <w:color w:val="000000"/>
                <w:sz w:val="24"/>
                <w:szCs w:val="24"/>
              </w:rPr>
              <w:t xml:space="preserve">De Barbaro Natalia, </w:t>
            </w:r>
            <w:r w:rsidRPr="00F1710F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Dojść do głosu. Radykalnie pra</w:t>
            </w:r>
            <w:r w:rsidR="00CD47E4">
              <w:rPr>
                <w:rFonts w:ascii="Corbel" w:hAnsi="Corbel" w:cs="Times New Roman"/>
                <w:i/>
                <w:color w:val="000000"/>
                <w:sz w:val="24"/>
                <w:szCs w:val="24"/>
              </w:rPr>
              <w:t>ktyczny przewodnik po kampanii wyborczej</w:t>
            </w:r>
            <w:r>
              <w:rPr>
                <w:rFonts w:ascii="Corbel" w:hAnsi="Corbel" w:cs="Times New Roman"/>
                <w:color w:val="000000"/>
                <w:sz w:val="24"/>
                <w:szCs w:val="24"/>
              </w:rPr>
              <w:t>, Kraków 2005.</w:t>
            </w:r>
          </w:p>
        </w:tc>
      </w:tr>
      <w:tr w:rsidR="00F63392" w:rsidRPr="009C54AE" w14:paraId="70ADE908" w14:textId="77777777" w:rsidTr="0071620A">
        <w:trPr>
          <w:trHeight w:val="397"/>
        </w:trPr>
        <w:tc>
          <w:tcPr>
            <w:tcW w:w="7513" w:type="dxa"/>
          </w:tcPr>
          <w:p w14:paraId="0BE5E4DC" w14:textId="77777777" w:rsidR="00F63392" w:rsidRPr="00F63392" w:rsidRDefault="00F63392" w:rsidP="00F63392">
            <w:pPr>
              <w:spacing w:after="0" w:line="240" w:lineRule="auto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0D898CE3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lastRenderedPageBreak/>
              <w:t>Dobek-Ostrowska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 Bogusława (red.), </w:t>
            </w:r>
            <w:r w:rsidRPr="00F63392">
              <w:rPr>
                <w:rFonts w:ascii="Corbel" w:hAnsi="Corbel"/>
                <w:i/>
                <w:color w:val="000000"/>
                <w:sz w:val="24"/>
                <w:szCs w:val="24"/>
              </w:rPr>
              <w:t>Kampania wyborcza: marketingowe aspekty komunikowania politycznego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Uniwersytetu Wrocławskiego, Wrocław 2005.</w:t>
            </w:r>
          </w:p>
          <w:p w14:paraId="70EEA672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>Flis Jarosław,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63392">
              <w:rPr>
                <w:rFonts w:ascii="Corbel" w:hAnsi="Corbel"/>
                <w:i/>
                <w:color w:val="000000"/>
                <w:sz w:val="24"/>
                <w:szCs w:val="24"/>
              </w:rPr>
              <w:t>Złudzenia wyboru. Społeczne wyobrażenia i instytucjonalne ramy w wyborach do sejmu i senatu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Uniwersytetu Jagiellońskiego, Kraków 2014.</w:t>
            </w:r>
          </w:p>
          <w:p w14:paraId="0E745648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Jeziński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Marek,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Marketing polityczny a procesy akulturacyjne. Przypadek III Rzeczypospolitej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Uniwersytetu Mikołaja Kopernika, Toruń 2004.</w:t>
            </w:r>
          </w:p>
          <w:p w14:paraId="201ECD2B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Łódzki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Bartłomiej,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Ustanawianie agendy mediów podczas kampanii wyborczych w 2005 roku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Uniwersytetu Wrocławskiego, Wrocław 2010.</w:t>
            </w:r>
          </w:p>
          <w:p w14:paraId="58B1A943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Mazur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Marek,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Marketing polityczny. Studium porównawcze prezydenckich kampanii wyborczych w USA i Polsce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Naukowe PWN, Warszawa 2002.</w:t>
            </w:r>
          </w:p>
          <w:p w14:paraId="32B7437C" w14:textId="55CA8EF8" w:rsidR="00F63392" w:rsidRDefault="00F63392" w:rsidP="00F63392">
            <w:pPr>
              <w:spacing w:after="0" w:line="240" w:lineRule="auto"/>
              <w:ind w:left="567" w:hanging="567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Michalczyk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Stanisław,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Demokracja medialna. Teoretyczna analiza problemu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Adam Marszałek, Toruń 2010.</w:t>
            </w:r>
          </w:p>
          <w:p w14:paraId="56DBA7F1" w14:textId="1A64BC06" w:rsidR="004F0A6B" w:rsidRPr="004F0A6B" w:rsidRDefault="004F0A6B" w:rsidP="00F63392">
            <w:pPr>
              <w:spacing w:after="0" w:line="240" w:lineRule="auto"/>
              <w:ind w:left="567" w:hanging="567"/>
              <w:jc w:val="both"/>
              <w:rPr>
                <w:rFonts w:ascii="Corbel" w:hAnsi="Corbel"/>
                <w:spacing w:val="60"/>
                <w:sz w:val="24"/>
                <w:szCs w:val="24"/>
              </w:rPr>
            </w:pPr>
            <w:r>
              <w:rPr>
                <w:rFonts w:ascii="Corbel" w:hAnsi="Corbel"/>
                <w:spacing w:val="60"/>
                <w:sz w:val="24"/>
                <w:szCs w:val="24"/>
              </w:rPr>
              <w:t xml:space="preserve">Miotk </w:t>
            </w:r>
            <w:r w:rsidRPr="004F0A6B">
              <w:rPr>
                <w:rFonts w:ascii="Corbel" w:hAnsi="Corbel"/>
                <w:sz w:val="24"/>
                <w:szCs w:val="24"/>
              </w:rPr>
              <w:t>Anna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Skuteczne social media. Prowadź działania, osiągaj zamierzone efekty, </w:t>
            </w:r>
            <w:r>
              <w:rPr>
                <w:rFonts w:ascii="Corbel" w:hAnsi="Corbel"/>
                <w:sz w:val="24"/>
                <w:szCs w:val="24"/>
              </w:rPr>
              <w:t>Helion, Gliwice 2017.</w:t>
            </w:r>
          </w:p>
          <w:p w14:paraId="3BA4C536" w14:textId="355F16FC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spacing w:val="60"/>
                <w:sz w:val="24"/>
                <w:szCs w:val="24"/>
              </w:rPr>
              <w:t xml:space="preserve">Młyniec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Eugeniusz</w:t>
            </w:r>
            <w:r w:rsidR="004F0A6B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Opinia publiczna. Wstęp do teorii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Forum Naukowe, Poznań</w:t>
            </w:r>
            <w:r w:rsidR="004F0A6B">
              <w:rPr>
                <w:rFonts w:ascii="Corbel" w:hAnsi="Corbel"/>
                <w:color w:val="000000"/>
                <w:sz w:val="24"/>
                <w:szCs w:val="24"/>
              </w:rPr>
              <w:t xml:space="preserve"> 2002.</w:t>
            </w:r>
          </w:p>
          <w:p w14:paraId="3B2E884D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Pawełczyk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Piotr,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Socjotechniczne aspekty gry politycznej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Naukowe Uniwersytetu im. Adama Mickiewicza, Poznań 2000.</w:t>
            </w: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 </w:t>
            </w:r>
          </w:p>
          <w:p w14:paraId="032FCA18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>Płudowski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 Tomasz,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Komunikacja polityczna w amerykańskich kampaniach wyborczych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WN PWN, Warszawa 2008.</w:t>
            </w:r>
          </w:p>
          <w:p w14:paraId="5B689F35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pacing w:val="6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Pratkanis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Anthony, </w:t>
            </w: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Aronson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Elliot,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Wiek propagandy. Używanie i nadużywanie perswazji na co dzień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Naukowe PWN, Warszawa 2003.</w:t>
            </w:r>
          </w:p>
          <w:p w14:paraId="57B09FB4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pacing w:val="60"/>
                <w:sz w:val="24"/>
                <w:szCs w:val="24"/>
              </w:rPr>
              <w:t xml:space="preserve">Wiszniowski 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 xml:space="preserve">Robert, </w:t>
            </w:r>
            <w:r w:rsidRPr="00F63392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Marketing wyborczy. Studium kampanii wyborczych w systemach prezydenckich i semiprezydenckich (Finlandia, Francja, Polska, Stany Zjednoczone)</w:t>
            </w: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, Wydawnictwo Naukowe PWN, Warszawa 2000.</w:t>
            </w:r>
          </w:p>
          <w:p w14:paraId="2DEB9901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2598252" w14:textId="77777777" w:rsidR="00F63392" w:rsidRPr="00F63392" w:rsidRDefault="00F63392" w:rsidP="00F63392">
            <w:pPr>
              <w:spacing w:after="0" w:line="240" w:lineRule="auto"/>
              <w:ind w:left="567" w:hanging="567"/>
              <w:rPr>
                <w:rFonts w:ascii="Corbel" w:hAnsi="Corbel"/>
                <w:color w:val="800000"/>
                <w:sz w:val="24"/>
                <w:szCs w:val="24"/>
              </w:rPr>
            </w:pPr>
            <w:r w:rsidRPr="00F63392">
              <w:rPr>
                <w:rFonts w:ascii="Corbel" w:hAnsi="Corbel"/>
                <w:color w:val="000000"/>
                <w:sz w:val="24"/>
                <w:szCs w:val="24"/>
              </w:rPr>
              <w:t>Zalecane strony internetowe</w:t>
            </w:r>
          </w:p>
          <w:p w14:paraId="7EE95E26" w14:textId="77777777" w:rsidR="00F63392" w:rsidRPr="00F63392" w:rsidRDefault="00F63392" w:rsidP="00F63392">
            <w:pPr>
              <w:pStyle w:val="nazwisko"/>
              <w:rPr>
                <w:rFonts w:ascii="Corbel" w:hAnsi="Corbel" w:cs="Times New Roman"/>
                <w:color w:val="800000"/>
                <w:sz w:val="24"/>
                <w:szCs w:val="24"/>
              </w:rPr>
            </w:pPr>
          </w:p>
          <w:p w14:paraId="59CDDA41" w14:textId="1C018D9A" w:rsidR="00F63392" w:rsidRPr="00F63392" w:rsidRDefault="00F63392" w:rsidP="00F633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3392">
              <w:rPr>
                <w:rFonts w:ascii="Corbel" w:hAnsi="Corbel"/>
                <w:sz w:val="24"/>
                <w:szCs w:val="24"/>
              </w:rPr>
              <w:t>Ośrodek Analiz Politologicznych UW www.oapuw.pl</w:t>
            </w:r>
          </w:p>
          <w:p w14:paraId="493AD298" w14:textId="77777777" w:rsidR="00F63392" w:rsidRPr="00F63392" w:rsidRDefault="00F63392" w:rsidP="00F633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3392">
              <w:rPr>
                <w:rFonts w:ascii="Corbel" w:hAnsi="Corbel"/>
                <w:sz w:val="24"/>
                <w:szCs w:val="24"/>
              </w:rPr>
              <w:t>http://bur.univ.rzeszow.pl/e-zrodla</w:t>
            </w:r>
          </w:p>
        </w:tc>
      </w:tr>
    </w:tbl>
    <w:p w14:paraId="5AD1D3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B003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89F5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6B194" w14:textId="77777777" w:rsidR="004C4CEB" w:rsidRDefault="004C4CEB" w:rsidP="00C16ABF">
      <w:pPr>
        <w:spacing w:after="0" w:line="240" w:lineRule="auto"/>
      </w:pPr>
      <w:r>
        <w:separator/>
      </w:r>
    </w:p>
  </w:endnote>
  <w:endnote w:type="continuationSeparator" w:id="0">
    <w:p w14:paraId="47D1C1C1" w14:textId="77777777" w:rsidR="004C4CEB" w:rsidRDefault="004C4C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68759" w14:textId="77777777" w:rsidR="004C4CEB" w:rsidRDefault="004C4CEB" w:rsidP="00C16ABF">
      <w:pPr>
        <w:spacing w:after="0" w:line="240" w:lineRule="auto"/>
      </w:pPr>
      <w:r>
        <w:separator/>
      </w:r>
    </w:p>
  </w:footnote>
  <w:footnote w:type="continuationSeparator" w:id="0">
    <w:p w14:paraId="5C9EB878" w14:textId="77777777" w:rsidR="004C4CEB" w:rsidRDefault="004C4CE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ahoma" w:hAnsi="Tahoma" w:cs="Tahoma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EB8"/>
    <w:rsid w:val="00053DB9"/>
    <w:rsid w:val="00061D43"/>
    <w:rsid w:val="00070299"/>
    <w:rsid w:val="00070ED6"/>
    <w:rsid w:val="00073BFE"/>
    <w:rsid w:val="000742DC"/>
    <w:rsid w:val="0008324E"/>
    <w:rsid w:val="00083B81"/>
    <w:rsid w:val="00084C12"/>
    <w:rsid w:val="00087B6E"/>
    <w:rsid w:val="0009462C"/>
    <w:rsid w:val="00094B12"/>
    <w:rsid w:val="00096C46"/>
    <w:rsid w:val="000A0E7C"/>
    <w:rsid w:val="000A296F"/>
    <w:rsid w:val="000A2A28"/>
    <w:rsid w:val="000B0A62"/>
    <w:rsid w:val="000B192D"/>
    <w:rsid w:val="000B28EE"/>
    <w:rsid w:val="000B3E37"/>
    <w:rsid w:val="000D04B0"/>
    <w:rsid w:val="000E65C6"/>
    <w:rsid w:val="000E7722"/>
    <w:rsid w:val="000F0917"/>
    <w:rsid w:val="000F1C57"/>
    <w:rsid w:val="000F2780"/>
    <w:rsid w:val="000F5615"/>
    <w:rsid w:val="000F715B"/>
    <w:rsid w:val="001020B5"/>
    <w:rsid w:val="00103D61"/>
    <w:rsid w:val="00124BFF"/>
    <w:rsid w:val="0012560E"/>
    <w:rsid w:val="00127108"/>
    <w:rsid w:val="00134B13"/>
    <w:rsid w:val="00137EF0"/>
    <w:rsid w:val="0014251F"/>
    <w:rsid w:val="00146BC0"/>
    <w:rsid w:val="00153C41"/>
    <w:rsid w:val="00154381"/>
    <w:rsid w:val="00164FA7"/>
    <w:rsid w:val="00166A03"/>
    <w:rsid w:val="001718A7"/>
    <w:rsid w:val="001737CF"/>
    <w:rsid w:val="00176083"/>
    <w:rsid w:val="00191D19"/>
    <w:rsid w:val="00192F37"/>
    <w:rsid w:val="001A40CE"/>
    <w:rsid w:val="001A569D"/>
    <w:rsid w:val="001A70D2"/>
    <w:rsid w:val="001C1119"/>
    <w:rsid w:val="001D657B"/>
    <w:rsid w:val="001D7B54"/>
    <w:rsid w:val="001E0209"/>
    <w:rsid w:val="001E3EEA"/>
    <w:rsid w:val="001F2CA2"/>
    <w:rsid w:val="001F738C"/>
    <w:rsid w:val="00205C23"/>
    <w:rsid w:val="00207788"/>
    <w:rsid w:val="002144C0"/>
    <w:rsid w:val="0022477D"/>
    <w:rsid w:val="002336F9"/>
    <w:rsid w:val="00237A52"/>
    <w:rsid w:val="0024028F"/>
    <w:rsid w:val="00244ABC"/>
    <w:rsid w:val="00260EF4"/>
    <w:rsid w:val="00281FF2"/>
    <w:rsid w:val="00282F4B"/>
    <w:rsid w:val="002857DE"/>
    <w:rsid w:val="00291567"/>
    <w:rsid w:val="00294246"/>
    <w:rsid w:val="002A2389"/>
    <w:rsid w:val="002A337C"/>
    <w:rsid w:val="002A671D"/>
    <w:rsid w:val="002B0171"/>
    <w:rsid w:val="002B4D55"/>
    <w:rsid w:val="002B5EA0"/>
    <w:rsid w:val="002B6119"/>
    <w:rsid w:val="002C0ACA"/>
    <w:rsid w:val="002C1F06"/>
    <w:rsid w:val="002D73D4"/>
    <w:rsid w:val="002F02A3"/>
    <w:rsid w:val="002F19F6"/>
    <w:rsid w:val="002F4ABE"/>
    <w:rsid w:val="003018BA"/>
    <w:rsid w:val="00305C92"/>
    <w:rsid w:val="003151C5"/>
    <w:rsid w:val="003208F7"/>
    <w:rsid w:val="00333326"/>
    <w:rsid w:val="003343CF"/>
    <w:rsid w:val="00346FE9"/>
    <w:rsid w:val="003472A0"/>
    <w:rsid w:val="0034759A"/>
    <w:rsid w:val="003503F6"/>
    <w:rsid w:val="0035125D"/>
    <w:rsid w:val="003530DD"/>
    <w:rsid w:val="00363F78"/>
    <w:rsid w:val="003729F3"/>
    <w:rsid w:val="00383B92"/>
    <w:rsid w:val="003A0A5B"/>
    <w:rsid w:val="003A1176"/>
    <w:rsid w:val="003B57D5"/>
    <w:rsid w:val="003C0BAE"/>
    <w:rsid w:val="003D18A9"/>
    <w:rsid w:val="003D1AD3"/>
    <w:rsid w:val="003D6CE2"/>
    <w:rsid w:val="003E1941"/>
    <w:rsid w:val="003E2D8C"/>
    <w:rsid w:val="003E2FE6"/>
    <w:rsid w:val="003E49D5"/>
    <w:rsid w:val="003F0202"/>
    <w:rsid w:val="003F38C0"/>
    <w:rsid w:val="003F51C9"/>
    <w:rsid w:val="00414E3C"/>
    <w:rsid w:val="0042244A"/>
    <w:rsid w:val="0042745A"/>
    <w:rsid w:val="00431D5C"/>
    <w:rsid w:val="004342B4"/>
    <w:rsid w:val="004362C6"/>
    <w:rsid w:val="00437FA2"/>
    <w:rsid w:val="004400B4"/>
    <w:rsid w:val="00461EFC"/>
    <w:rsid w:val="004652C2"/>
    <w:rsid w:val="00471326"/>
    <w:rsid w:val="0047598D"/>
    <w:rsid w:val="004766FA"/>
    <w:rsid w:val="004811D1"/>
    <w:rsid w:val="00482928"/>
    <w:rsid w:val="0048340D"/>
    <w:rsid w:val="004840FD"/>
    <w:rsid w:val="00487544"/>
    <w:rsid w:val="00490F7D"/>
    <w:rsid w:val="00491678"/>
    <w:rsid w:val="004968E2"/>
    <w:rsid w:val="004A3EEA"/>
    <w:rsid w:val="004A4D1F"/>
    <w:rsid w:val="004A5510"/>
    <w:rsid w:val="004C4CEB"/>
    <w:rsid w:val="004D5282"/>
    <w:rsid w:val="004F0A6B"/>
    <w:rsid w:val="004F1551"/>
    <w:rsid w:val="004F55A3"/>
    <w:rsid w:val="004F6651"/>
    <w:rsid w:val="0050496F"/>
    <w:rsid w:val="0050582C"/>
    <w:rsid w:val="0051323C"/>
    <w:rsid w:val="00513B6F"/>
    <w:rsid w:val="00517C63"/>
    <w:rsid w:val="00525F49"/>
    <w:rsid w:val="005363C4"/>
    <w:rsid w:val="00536BDE"/>
    <w:rsid w:val="00543ACC"/>
    <w:rsid w:val="0054497E"/>
    <w:rsid w:val="00574967"/>
    <w:rsid w:val="00590A04"/>
    <w:rsid w:val="0059456D"/>
    <w:rsid w:val="005A0855"/>
    <w:rsid w:val="005A3196"/>
    <w:rsid w:val="005A33D3"/>
    <w:rsid w:val="005C080F"/>
    <w:rsid w:val="005C55E5"/>
    <w:rsid w:val="005C696A"/>
    <w:rsid w:val="005E497C"/>
    <w:rsid w:val="005E6E85"/>
    <w:rsid w:val="005F31D2"/>
    <w:rsid w:val="0061029B"/>
    <w:rsid w:val="00617230"/>
    <w:rsid w:val="00621CE1"/>
    <w:rsid w:val="00647FA8"/>
    <w:rsid w:val="0065505E"/>
    <w:rsid w:val="006577BD"/>
    <w:rsid w:val="006620D9"/>
    <w:rsid w:val="00664FE8"/>
    <w:rsid w:val="00671958"/>
    <w:rsid w:val="00675843"/>
    <w:rsid w:val="00692F8E"/>
    <w:rsid w:val="00696477"/>
    <w:rsid w:val="006A2276"/>
    <w:rsid w:val="006A4D29"/>
    <w:rsid w:val="006C120D"/>
    <w:rsid w:val="006D01AF"/>
    <w:rsid w:val="006D050F"/>
    <w:rsid w:val="006D24F1"/>
    <w:rsid w:val="006D6139"/>
    <w:rsid w:val="006D68C7"/>
    <w:rsid w:val="006E0E80"/>
    <w:rsid w:val="006E5D65"/>
    <w:rsid w:val="006F1282"/>
    <w:rsid w:val="006F1FBC"/>
    <w:rsid w:val="00706544"/>
    <w:rsid w:val="007072BA"/>
    <w:rsid w:val="0071620A"/>
    <w:rsid w:val="00724677"/>
    <w:rsid w:val="00725459"/>
    <w:rsid w:val="007256D2"/>
    <w:rsid w:val="00734608"/>
    <w:rsid w:val="00745302"/>
    <w:rsid w:val="007461D6"/>
    <w:rsid w:val="00746EC8"/>
    <w:rsid w:val="00754A7E"/>
    <w:rsid w:val="00763BF1"/>
    <w:rsid w:val="00766FD4"/>
    <w:rsid w:val="0078168C"/>
    <w:rsid w:val="00790AA1"/>
    <w:rsid w:val="00790E27"/>
    <w:rsid w:val="007A4022"/>
    <w:rsid w:val="007A6E6E"/>
    <w:rsid w:val="007C3299"/>
    <w:rsid w:val="007C3BCC"/>
    <w:rsid w:val="007D4296"/>
    <w:rsid w:val="007D6E56"/>
    <w:rsid w:val="007E6A54"/>
    <w:rsid w:val="007F1EC9"/>
    <w:rsid w:val="007F4155"/>
    <w:rsid w:val="008136F3"/>
    <w:rsid w:val="0081707E"/>
    <w:rsid w:val="008449B3"/>
    <w:rsid w:val="00846294"/>
    <w:rsid w:val="0085747A"/>
    <w:rsid w:val="00857825"/>
    <w:rsid w:val="00861563"/>
    <w:rsid w:val="00877806"/>
    <w:rsid w:val="00884922"/>
    <w:rsid w:val="00884A26"/>
    <w:rsid w:val="00885DDF"/>
    <w:rsid w:val="00885F64"/>
    <w:rsid w:val="008917F9"/>
    <w:rsid w:val="0089209E"/>
    <w:rsid w:val="008A45F7"/>
    <w:rsid w:val="008B178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57"/>
    <w:rsid w:val="00916188"/>
    <w:rsid w:val="009213CC"/>
    <w:rsid w:val="00923D7D"/>
    <w:rsid w:val="00942114"/>
    <w:rsid w:val="009508DF"/>
    <w:rsid w:val="00950DAC"/>
    <w:rsid w:val="00952463"/>
    <w:rsid w:val="009543DD"/>
    <w:rsid w:val="00954A07"/>
    <w:rsid w:val="009556CD"/>
    <w:rsid w:val="009763B3"/>
    <w:rsid w:val="00997F14"/>
    <w:rsid w:val="009A04EB"/>
    <w:rsid w:val="009A78D9"/>
    <w:rsid w:val="009B213B"/>
    <w:rsid w:val="009C3E31"/>
    <w:rsid w:val="009C54AE"/>
    <w:rsid w:val="009C568D"/>
    <w:rsid w:val="009C788E"/>
    <w:rsid w:val="009D0B97"/>
    <w:rsid w:val="009E1140"/>
    <w:rsid w:val="009E2880"/>
    <w:rsid w:val="009E3B41"/>
    <w:rsid w:val="009F3C5C"/>
    <w:rsid w:val="009F4610"/>
    <w:rsid w:val="00A00ECC"/>
    <w:rsid w:val="00A01C4D"/>
    <w:rsid w:val="00A13AE4"/>
    <w:rsid w:val="00A155EE"/>
    <w:rsid w:val="00A2245B"/>
    <w:rsid w:val="00A30110"/>
    <w:rsid w:val="00A33640"/>
    <w:rsid w:val="00A36775"/>
    <w:rsid w:val="00A36899"/>
    <w:rsid w:val="00A371F6"/>
    <w:rsid w:val="00A43BF6"/>
    <w:rsid w:val="00A54817"/>
    <w:rsid w:val="00A601C8"/>
    <w:rsid w:val="00A60799"/>
    <w:rsid w:val="00A956D4"/>
    <w:rsid w:val="00A97DE1"/>
    <w:rsid w:val="00AB053C"/>
    <w:rsid w:val="00AC717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686"/>
    <w:rsid w:val="00B3130B"/>
    <w:rsid w:val="00B32736"/>
    <w:rsid w:val="00B35302"/>
    <w:rsid w:val="00B40ADB"/>
    <w:rsid w:val="00B43B77"/>
    <w:rsid w:val="00B43E80"/>
    <w:rsid w:val="00B468C8"/>
    <w:rsid w:val="00B56676"/>
    <w:rsid w:val="00B607DB"/>
    <w:rsid w:val="00B66529"/>
    <w:rsid w:val="00B729FC"/>
    <w:rsid w:val="00B7541C"/>
    <w:rsid w:val="00B75946"/>
    <w:rsid w:val="00B800A0"/>
    <w:rsid w:val="00B8056E"/>
    <w:rsid w:val="00B819C8"/>
    <w:rsid w:val="00B82308"/>
    <w:rsid w:val="00BA1FE6"/>
    <w:rsid w:val="00BA42D4"/>
    <w:rsid w:val="00BB520A"/>
    <w:rsid w:val="00BD3869"/>
    <w:rsid w:val="00BD66E9"/>
    <w:rsid w:val="00BE222E"/>
    <w:rsid w:val="00BE7D75"/>
    <w:rsid w:val="00BF2C41"/>
    <w:rsid w:val="00BF3E70"/>
    <w:rsid w:val="00BF798C"/>
    <w:rsid w:val="00C058B4"/>
    <w:rsid w:val="00C103F8"/>
    <w:rsid w:val="00C131B5"/>
    <w:rsid w:val="00C16ABF"/>
    <w:rsid w:val="00C170AE"/>
    <w:rsid w:val="00C1714E"/>
    <w:rsid w:val="00C17431"/>
    <w:rsid w:val="00C26CB7"/>
    <w:rsid w:val="00C3078A"/>
    <w:rsid w:val="00C324C1"/>
    <w:rsid w:val="00C36992"/>
    <w:rsid w:val="00C41721"/>
    <w:rsid w:val="00C56036"/>
    <w:rsid w:val="00C61DC5"/>
    <w:rsid w:val="00C67E92"/>
    <w:rsid w:val="00C70A26"/>
    <w:rsid w:val="00C766DF"/>
    <w:rsid w:val="00C76B6B"/>
    <w:rsid w:val="00C94B98"/>
    <w:rsid w:val="00CA2B96"/>
    <w:rsid w:val="00CA5089"/>
    <w:rsid w:val="00CB09A8"/>
    <w:rsid w:val="00CB1D6E"/>
    <w:rsid w:val="00CC77C8"/>
    <w:rsid w:val="00CD156A"/>
    <w:rsid w:val="00CD47E4"/>
    <w:rsid w:val="00CD6897"/>
    <w:rsid w:val="00CE18FA"/>
    <w:rsid w:val="00CE5BAC"/>
    <w:rsid w:val="00CF25BE"/>
    <w:rsid w:val="00CF78ED"/>
    <w:rsid w:val="00D0090D"/>
    <w:rsid w:val="00D02B25"/>
    <w:rsid w:val="00D02EBA"/>
    <w:rsid w:val="00D17C3C"/>
    <w:rsid w:val="00D23DBE"/>
    <w:rsid w:val="00D26B2C"/>
    <w:rsid w:val="00D352C9"/>
    <w:rsid w:val="00D425B2"/>
    <w:rsid w:val="00D443C8"/>
    <w:rsid w:val="00D552B2"/>
    <w:rsid w:val="00D608AA"/>
    <w:rsid w:val="00D608D1"/>
    <w:rsid w:val="00D74119"/>
    <w:rsid w:val="00D8075B"/>
    <w:rsid w:val="00D8678B"/>
    <w:rsid w:val="00DA2114"/>
    <w:rsid w:val="00DC022D"/>
    <w:rsid w:val="00DC191C"/>
    <w:rsid w:val="00DE09C0"/>
    <w:rsid w:val="00DE10B3"/>
    <w:rsid w:val="00DF320D"/>
    <w:rsid w:val="00DF71C8"/>
    <w:rsid w:val="00E112A8"/>
    <w:rsid w:val="00E129B8"/>
    <w:rsid w:val="00E20F01"/>
    <w:rsid w:val="00E21E7D"/>
    <w:rsid w:val="00E22FBC"/>
    <w:rsid w:val="00E24BF5"/>
    <w:rsid w:val="00E25338"/>
    <w:rsid w:val="00E41BB4"/>
    <w:rsid w:val="00E42B4F"/>
    <w:rsid w:val="00E44C9F"/>
    <w:rsid w:val="00E51E44"/>
    <w:rsid w:val="00E63348"/>
    <w:rsid w:val="00E77E88"/>
    <w:rsid w:val="00E8107D"/>
    <w:rsid w:val="00E822EB"/>
    <w:rsid w:val="00E8719E"/>
    <w:rsid w:val="00E875EB"/>
    <w:rsid w:val="00EA4832"/>
    <w:rsid w:val="00EC040E"/>
    <w:rsid w:val="00EC2CDD"/>
    <w:rsid w:val="00EC3173"/>
    <w:rsid w:val="00EC4899"/>
    <w:rsid w:val="00ED03AB"/>
    <w:rsid w:val="00ED32D2"/>
    <w:rsid w:val="00ED78B9"/>
    <w:rsid w:val="00EE32DE"/>
    <w:rsid w:val="00EE5457"/>
    <w:rsid w:val="00F070AB"/>
    <w:rsid w:val="00F101F4"/>
    <w:rsid w:val="00F1381C"/>
    <w:rsid w:val="00F1710F"/>
    <w:rsid w:val="00F235FE"/>
    <w:rsid w:val="00F2397E"/>
    <w:rsid w:val="00F27A7B"/>
    <w:rsid w:val="00F43220"/>
    <w:rsid w:val="00F526AF"/>
    <w:rsid w:val="00F52E35"/>
    <w:rsid w:val="00F617C3"/>
    <w:rsid w:val="00F63392"/>
    <w:rsid w:val="00F7066B"/>
    <w:rsid w:val="00F83B28"/>
    <w:rsid w:val="00FB53AE"/>
    <w:rsid w:val="00FB7DBA"/>
    <w:rsid w:val="00FC1AA5"/>
    <w:rsid w:val="00FC1C25"/>
    <w:rsid w:val="00FC38FA"/>
    <w:rsid w:val="00FC3F45"/>
    <w:rsid w:val="00FC7602"/>
    <w:rsid w:val="00FD503F"/>
    <w:rsid w:val="00FD73D8"/>
    <w:rsid w:val="00FD7589"/>
    <w:rsid w:val="00FE7E5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E7428"/>
  <w15:chartTrackingRefBased/>
  <w15:docId w15:val="{97ED412F-A85F-44B2-8193-5FFD9ACC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podstawowywcity21">
    <w:name w:val="Tekst podstawowy wcięty 21"/>
    <w:basedOn w:val="Normalny"/>
    <w:rsid w:val="00F63392"/>
    <w:pPr>
      <w:suppressAutoHyphens/>
      <w:spacing w:after="0" w:line="240" w:lineRule="auto"/>
      <w:ind w:left="567" w:hanging="567"/>
      <w:jc w:val="both"/>
    </w:pPr>
    <w:rPr>
      <w:rFonts w:ascii="Tahoma" w:eastAsia="Cambria" w:hAnsi="Tahoma" w:cs="Tahoma"/>
      <w:lang w:eastAsia="zh-CN"/>
    </w:rPr>
  </w:style>
  <w:style w:type="paragraph" w:customStyle="1" w:styleId="nazwisko">
    <w:name w:val="nazwisko"/>
    <w:basedOn w:val="Tekstpodstawowywcity21"/>
    <w:rsid w:val="00F63392"/>
    <w:rPr>
      <w:spacing w:val="60"/>
      <w:kern w:val="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68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C568D"/>
    <w:rPr>
      <w:rFonts w:ascii="Calibri" w:hAnsi="Calibri"/>
      <w:lang w:eastAsia="en-US"/>
    </w:rPr>
  </w:style>
  <w:style w:type="character" w:styleId="Odwoanieprzypisukocowego">
    <w:name w:val="endnote reference"/>
    <w:uiPriority w:val="99"/>
    <w:semiHidden/>
    <w:unhideWhenUsed/>
    <w:rsid w:val="009C56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D62E1-0DD9-4E3A-995D-F41E5EED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Paweł Kuca</cp:lastModifiedBy>
  <cp:revision>8</cp:revision>
  <cp:lastPrinted>2017-02-15T12:41:00Z</cp:lastPrinted>
  <dcterms:created xsi:type="dcterms:W3CDTF">2022-10-05T13:00:00Z</dcterms:created>
  <dcterms:modified xsi:type="dcterms:W3CDTF">2023-10-01T11:27:00Z</dcterms:modified>
</cp:coreProperties>
</file>